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9B954" w14:textId="77777777" w:rsidR="002E465E" w:rsidRPr="009008F4" w:rsidRDefault="002E465E" w:rsidP="009008F4">
      <w:pPr>
        <w:pStyle w:val="Podtitul"/>
        <w:rPr>
          <w:rFonts w:ascii="Times New Roman" w:hAnsi="Times New Roman"/>
          <w:b/>
          <w:sz w:val="28"/>
        </w:rPr>
      </w:pPr>
      <w:r w:rsidRPr="009008F4">
        <w:rPr>
          <w:rFonts w:ascii="Times New Roman" w:hAnsi="Times New Roman"/>
          <w:b/>
          <w:sz w:val="28"/>
        </w:rPr>
        <w:t>Deklarovanie plnenia požiadaviek normy ISO/IEC 17025:2017</w:t>
      </w:r>
    </w:p>
    <w:p w14:paraId="0137B0B6" w14:textId="77777777" w:rsidR="003F52AC" w:rsidRPr="0082112E" w:rsidRDefault="003F52AC" w:rsidP="00492E0E">
      <w:pPr>
        <w:pStyle w:val="Podtitul"/>
        <w:tabs>
          <w:tab w:val="left" w:pos="2410"/>
        </w:tabs>
        <w:rPr>
          <w:rFonts w:ascii="Times New Roman" w:hAnsi="Times New Roman"/>
          <w:b/>
          <w:sz w:val="32"/>
        </w:rPr>
      </w:pPr>
    </w:p>
    <w:p w14:paraId="5082E22D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</w:p>
    <w:p w14:paraId="482BAAB2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>Žiadateľ:</w:t>
      </w:r>
      <w:r w:rsidRPr="0024047A">
        <w:rPr>
          <w:rFonts w:ascii="Times New Roman" w:hAnsi="Times New Roman"/>
        </w:rPr>
        <w:tab/>
      </w:r>
      <w:r w:rsidRPr="0056182B">
        <w:rPr>
          <w:rFonts w:ascii="Times New Roman" w:hAnsi="Times New Roman"/>
        </w:rPr>
        <w:t>Názov</w:t>
      </w:r>
    </w:p>
    <w:p w14:paraId="4E404581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Adresa, PSČ, Sídlo, IČO</w:t>
      </w:r>
    </w:p>
    <w:p w14:paraId="12B753B6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Názov pracoviska1, Adresa, PSČ, Sídlo</w:t>
      </w:r>
    </w:p>
    <w:p w14:paraId="1E132B89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ab/>
        <w:t>Názov pracoviska2, Adresa, PSČ, Sídlo</w:t>
      </w:r>
    </w:p>
    <w:p w14:paraId="6079E602" w14:textId="77777777" w:rsidR="003F52AC" w:rsidRDefault="003F52AC" w:rsidP="00492E0E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3F79C041" w14:textId="77777777" w:rsidR="003F52AC" w:rsidRPr="00396DDC" w:rsidRDefault="003F52AC" w:rsidP="00492E0E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3CD15C2C" w14:textId="77777777" w:rsidR="003F52AC" w:rsidRDefault="003F52AC" w:rsidP="00492E0E">
      <w:pPr>
        <w:pStyle w:val="Podtitul"/>
        <w:jc w:val="left"/>
        <w:rPr>
          <w:rFonts w:ascii="Times New Roman" w:hAnsi="Times New Roman"/>
          <w:b/>
        </w:rPr>
        <w:sectPr w:rsidR="003F52AC" w:rsidSect="0056182B">
          <w:footerReference w:type="default" r:id="rId7"/>
          <w:headerReference w:type="first" r:id="rId8"/>
          <w:footerReference w:type="first" r:id="rId9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46C9E6AA" w14:textId="77777777" w:rsidR="003F52AC" w:rsidRDefault="003F52AC" w:rsidP="00492E0E">
      <w:pPr>
        <w:pStyle w:val="Podtitul"/>
        <w:jc w:val="left"/>
        <w:rPr>
          <w:rFonts w:ascii="Times New Roman" w:hAnsi="Times New Roman"/>
          <w:i/>
          <w:sz w:val="14"/>
        </w:rPr>
      </w:pPr>
      <w:r w:rsidRPr="0024047A">
        <w:rPr>
          <w:rFonts w:ascii="Times New Roman" w:hAnsi="Times New Roman"/>
        </w:rPr>
        <w:t>Číslo osvedčenia</w:t>
      </w:r>
      <w:r w:rsidRPr="0024047A">
        <w:rPr>
          <w:rFonts w:ascii="Times New Roman" w:hAnsi="Times New Roman"/>
          <w:vertAlign w:val="superscript"/>
        </w:rPr>
        <w:t>*)</w:t>
      </w:r>
      <w:r w:rsidRPr="0024047A">
        <w:rPr>
          <w:rFonts w:ascii="Times New Roman" w:hAnsi="Times New Roman"/>
        </w:rPr>
        <w:t xml:space="preserve"> o akreditácii: </w:t>
      </w:r>
      <w:bookmarkStart w:id="0" w:name="Text1"/>
      <w:r>
        <w:rPr>
          <w:rFonts w:ascii="Times New Roman" w:hAnsi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</w:rPr>
        <w:fldChar w:fldCharType="end"/>
      </w:r>
      <w:bookmarkEnd w:id="0"/>
      <w:r w:rsidR="000822E1">
        <w:rPr>
          <w:rFonts w:ascii="Times New Roman" w:hAnsi="Times New Roman"/>
        </w:rPr>
        <w:t xml:space="preserve"> </w:t>
      </w:r>
      <w:r w:rsidRPr="0024047A">
        <w:rPr>
          <w:rFonts w:ascii="Times New Roman" w:hAnsi="Times New Roman"/>
          <w:i/>
          <w:vertAlign w:val="superscript"/>
        </w:rPr>
        <w:t xml:space="preserve">*) </w:t>
      </w:r>
      <w:r w:rsidRPr="0024047A">
        <w:rPr>
          <w:rFonts w:ascii="Times New Roman" w:hAnsi="Times New Roman"/>
          <w:i/>
          <w:sz w:val="14"/>
        </w:rPr>
        <w:t>uviesť iba v prípade žiadosti o reakreditáciu alebo rozšírenia akreditácie</w:t>
      </w:r>
    </w:p>
    <w:p w14:paraId="4AA2EA10" w14:textId="77777777" w:rsidR="00AE668A" w:rsidRDefault="00AE668A" w:rsidP="00492E0E">
      <w:pPr>
        <w:pStyle w:val="Podtitul"/>
        <w:jc w:val="left"/>
        <w:rPr>
          <w:rFonts w:ascii="Times New Roman" w:hAnsi="Times New Roman"/>
          <w:i/>
          <w:sz w:val="14"/>
        </w:rPr>
        <w:sectPr w:rsidR="00AE668A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66FA4DA3" w14:textId="77777777" w:rsidR="00AE668A" w:rsidRDefault="00AE668A" w:rsidP="00492E0E">
      <w:pPr>
        <w:pStyle w:val="Podtitul"/>
        <w:jc w:val="left"/>
        <w:rPr>
          <w:rFonts w:ascii="Times New Roman" w:hAnsi="Times New Roman"/>
          <w:i/>
          <w:sz w:val="14"/>
        </w:rPr>
      </w:pPr>
    </w:p>
    <w:p w14:paraId="2B8160A6" w14:textId="77777777" w:rsidR="0078141E" w:rsidRDefault="0078141E">
      <w:pPr>
        <w:pStyle w:val="Podtitul"/>
        <w:jc w:val="left"/>
        <w:rPr>
          <w:sz w:val="28"/>
        </w:rPr>
      </w:pPr>
    </w:p>
    <w:tbl>
      <w:tblPr>
        <w:tblW w:w="149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2"/>
        <w:gridCol w:w="183"/>
        <w:gridCol w:w="4171"/>
        <w:gridCol w:w="185"/>
        <w:gridCol w:w="7203"/>
        <w:gridCol w:w="20"/>
      </w:tblGrid>
      <w:tr w:rsidR="0078141E" w14:paraId="1EF1961B" w14:textId="77777777" w:rsidTr="00CE7A53">
        <w:trPr>
          <w:trHeight w:val="275"/>
        </w:trPr>
        <w:tc>
          <w:tcPr>
            <w:tcW w:w="3142" w:type="dxa"/>
          </w:tcPr>
          <w:p w14:paraId="1D659281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  <w:tc>
          <w:tcPr>
            <w:tcW w:w="183" w:type="dxa"/>
          </w:tcPr>
          <w:p w14:paraId="5CB21C4E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  <w:tc>
          <w:tcPr>
            <w:tcW w:w="4171" w:type="dxa"/>
          </w:tcPr>
          <w:p w14:paraId="37F4B414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" w:type="dxa"/>
          </w:tcPr>
          <w:p w14:paraId="41AD31A4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203" w:type="dxa"/>
          </w:tcPr>
          <w:p w14:paraId="2C563A45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03062CCE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</w:tr>
      <w:tr w:rsidR="0078141E" w14:paraId="6A2E0E99" w14:textId="77777777" w:rsidTr="0078141E">
        <w:tc>
          <w:tcPr>
            <w:tcW w:w="14884" w:type="dxa"/>
            <w:gridSpan w:val="5"/>
          </w:tcPr>
          <w:tbl>
            <w:tblPr>
              <w:tblW w:w="97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6"/>
              <w:gridCol w:w="569"/>
              <w:gridCol w:w="3402"/>
              <w:gridCol w:w="5245"/>
            </w:tblGrid>
            <w:tr w:rsidR="00B124DE" w:rsidRPr="005E5D1C" w14:paraId="759428D2" w14:textId="77777777" w:rsidTr="007F6A25">
              <w:trPr>
                <w:trHeight w:val="262"/>
                <w:tblHeader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18574A" w14:textId="77777777" w:rsidR="00B124DE" w:rsidRPr="005E5D1C" w:rsidRDefault="00B124DE" w:rsidP="009552CA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D97553" w14:textId="77777777" w:rsidR="00B124DE" w:rsidRPr="005E5D1C" w:rsidRDefault="00B124DE" w:rsidP="009552CA">
                  <w:pPr>
                    <w:ind w:left="105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</w:tcPr>
                <w:p w14:paraId="0E76908D" w14:textId="77777777" w:rsidR="00B124DE" w:rsidRPr="005E5D1C" w:rsidRDefault="00400AF6" w:rsidP="00400AF6">
                  <w:pPr>
                    <w:jc w:val="center"/>
                    <w:rPr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 xml:space="preserve">Popis plnenia požiadavky - </w:t>
                  </w:r>
                  <w:r w:rsidR="00B124DE" w:rsidRPr="005E5D1C">
                    <w:rPr>
                      <w:b/>
                      <w:color w:val="000000"/>
                      <w:sz w:val="22"/>
                      <w:szCs w:val="22"/>
                    </w:rPr>
                    <w:t xml:space="preserve"> odkazy </w:t>
                  </w: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na články relevantných dokumentov *</w:t>
                  </w:r>
                  <w:r w:rsidR="000822E1" w:rsidRPr="005E5D1C">
                    <w:rPr>
                      <w:b/>
                      <w:color w:val="000000"/>
                      <w:sz w:val="22"/>
                      <w:szCs w:val="22"/>
                    </w:rPr>
                    <w:t>*</w:t>
                  </w: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)</w:t>
                  </w:r>
                </w:p>
              </w:tc>
            </w:tr>
            <w:tr w:rsidR="00B124DE" w:rsidRPr="005E5D1C" w14:paraId="51FCBD61" w14:textId="77777777" w:rsidTr="007F6A25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EEE897" w14:textId="77777777" w:rsidR="00B124DE" w:rsidRPr="005E5D1C" w:rsidRDefault="00B124DE" w:rsidP="009552C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5DBCB4" w14:textId="77777777" w:rsidR="00B124DE" w:rsidRPr="005E5D1C" w:rsidRDefault="00B124DE" w:rsidP="009552CA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Všeobecné požiadavky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761D02AE" w14:textId="77777777" w:rsidR="00B124DE" w:rsidRPr="005E5D1C" w:rsidRDefault="00B124DE" w:rsidP="007E778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78141E" w:rsidRPr="005E5D1C" w14:paraId="1175EF8D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FA08EE" w14:textId="77777777" w:rsidR="0078141E" w:rsidRPr="005E5D1C" w:rsidRDefault="0078141E" w:rsidP="009552C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4.1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35725E" w14:textId="77777777" w:rsidR="0078141E" w:rsidRPr="005E5D1C" w:rsidRDefault="0078141E" w:rsidP="009552CA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Nestrannosť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3716D2B" w14:textId="77777777" w:rsidR="0078141E" w:rsidRPr="005E5D1C" w:rsidRDefault="0078141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8141E" w:rsidRPr="005E5D1C" w14:paraId="7F3EAF83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73C165" w14:textId="77777777" w:rsidR="0078141E" w:rsidRPr="005E5D1C" w:rsidRDefault="0078141E" w:rsidP="009552CA">
                  <w:pPr>
                    <w:ind w:left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4.2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CF4358" w14:textId="77777777" w:rsidR="0078141E" w:rsidRPr="005E5D1C" w:rsidRDefault="0078141E" w:rsidP="009552CA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Dôvernosť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5573FFE" w14:textId="77777777" w:rsidR="0078141E" w:rsidRPr="005E5D1C" w:rsidRDefault="0078141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8141E" w:rsidRPr="005E5D1C" w14:paraId="0E8F9EE9" w14:textId="77777777" w:rsidTr="00EA2DE0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E0364B" w14:textId="77777777" w:rsidR="0078141E" w:rsidRPr="005E5D1C" w:rsidRDefault="0078141E" w:rsidP="009552CA">
                  <w:pPr>
                    <w:ind w:firstLine="232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7C4215" w:rsidRPr="005E5D1C" w14:paraId="6949FA6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D004F2" w14:textId="77777777" w:rsidR="007C4215" w:rsidRPr="005E5D1C" w:rsidRDefault="007C4215" w:rsidP="00AE668A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5A8982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Názov článku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5D5A3902" w14:textId="77777777" w:rsidR="007C4215" w:rsidRPr="005E5D1C" w:rsidRDefault="00400AF6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Popis plnenia požiadavky -  odkazy na články relevantných dokumentov *</w:t>
                  </w:r>
                  <w:r w:rsidR="000822E1" w:rsidRPr="005E5D1C">
                    <w:rPr>
                      <w:b/>
                      <w:color w:val="000000"/>
                      <w:sz w:val="22"/>
                      <w:szCs w:val="22"/>
                    </w:rPr>
                    <w:t>*</w:t>
                  </w: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)</w:t>
                  </w:r>
                </w:p>
              </w:tc>
            </w:tr>
            <w:tr w:rsidR="009552CA" w:rsidRPr="005E5D1C" w14:paraId="4A72831A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196610" w14:textId="77777777" w:rsidR="009552CA" w:rsidRPr="005E5D1C" w:rsidRDefault="009552CA" w:rsidP="009552C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6D69AD" w14:textId="77777777" w:rsidR="009552CA" w:rsidRPr="005E5D1C" w:rsidRDefault="009552CA" w:rsidP="009552CA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Požiadavky na štruktúru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B7BE0F9" w14:textId="77777777" w:rsidR="009552CA" w:rsidRPr="005E5D1C" w:rsidRDefault="009552CA" w:rsidP="009552CA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552CA" w:rsidRPr="005E5D1C" w14:paraId="2A29890B" w14:textId="77777777" w:rsidTr="00EA2DE0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1C63B3" w14:textId="77777777" w:rsidR="009552CA" w:rsidRPr="005E5D1C" w:rsidRDefault="009552CA" w:rsidP="009552C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10C2B" w:rsidRPr="005E5D1C" w14:paraId="43143AD7" w14:textId="77777777" w:rsidTr="005D0EC4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7B3B9F" w14:textId="77777777" w:rsidR="00210C2B" w:rsidRPr="005E5D1C" w:rsidRDefault="00AE668A" w:rsidP="00AE668A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AB0753" w14:textId="77777777" w:rsidR="00210C2B" w:rsidRPr="005E5D1C" w:rsidRDefault="00210C2B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0C44B659" w14:textId="77777777" w:rsidR="00210C2B" w:rsidRPr="005E5D1C" w:rsidRDefault="00400AF6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Popis plnenia požiadavky -  odkazy na články relevantných dokumentov *</w:t>
                  </w:r>
                  <w:r w:rsidR="000822E1" w:rsidRPr="005E5D1C">
                    <w:rPr>
                      <w:b/>
                      <w:color w:val="000000"/>
                      <w:sz w:val="22"/>
                      <w:szCs w:val="22"/>
                    </w:rPr>
                    <w:t>*</w:t>
                  </w: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)</w:t>
                  </w:r>
                </w:p>
              </w:tc>
            </w:tr>
            <w:tr w:rsidR="00210C2B" w:rsidRPr="005E5D1C" w14:paraId="5CC5A74A" w14:textId="77777777" w:rsidTr="004A7CC3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222105" w14:textId="77777777" w:rsidR="00210C2B" w:rsidRPr="005E5D1C" w:rsidRDefault="00210C2B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59B1A2" w14:textId="77777777" w:rsidR="00210C2B" w:rsidRPr="005E5D1C" w:rsidRDefault="00210C2B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Požiadavky na zdroje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E004E39" w14:textId="77777777" w:rsidR="00210C2B" w:rsidRPr="005E5D1C" w:rsidRDefault="00210C2B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BD7B929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AF9FC5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6.1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9112E5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18EBC3A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637AEE5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E74DA9" w14:textId="77777777" w:rsidR="007C4215" w:rsidRPr="005E5D1C" w:rsidRDefault="007C4215" w:rsidP="007C4215">
                  <w:pPr>
                    <w:ind w:firstLine="232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6.2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9B184C" w14:textId="77777777" w:rsidR="007C4215" w:rsidRPr="005E5D1C" w:rsidRDefault="007C4215" w:rsidP="007C4215">
                  <w:pPr>
                    <w:ind w:left="105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Pracovníci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1FFF586" w14:textId="77777777" w:rsidR="007C4215" w:rsidRPr="005E5D1C" w:rsidRDefault="007C4215" w:rsidP="007C421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7C4215" w:rsidRPr="005E5D1C" w14:paraId="0F25C740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15950E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6.3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042F0D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 xml:space="preserve">Priestory a podmienky prostredia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48DCE07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5B48853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599A86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6.4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89C9F8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 xml:space="preserve">Zariadenie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815E6EA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46916D0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2B392B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6.5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3CE435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 xml:space="preserve">Metrologická nadväznosť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40BD14C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018AB0D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9D3154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6.6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7A68CF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Externe poskytované produkty a služby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</w:tcPr>
                <w:p w14:paraId="4613D2CC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0A63634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AF85BE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AAAF1B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</w:tcPr>
                <w:p w14:paraId="370C5F06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10C2B" w:rsidRPr="005E5D1C" w14:paraId="58FE96B9" w14:textId="77777777" w:rsidTr="00B27E77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7A5E9B" w14:textId="77777777" w:rsidR="00210C2B" w:rsidRPr="005E5D1C" w:rsidRDefault="00210C2B" w:rsidP="00AE668A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8C2191" w14:textId="77777777" w:rsidR="00210C2B" w:rsidRPr="005E5D1C" w:rsidRDefault="00210C2B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32F0BFE6" w14:textId="77777777" w:rsidR="00210C2B" w:rsidRPr="005E5D1C" w:rsidRDefault="00400AF6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Popis plnenia požiadavky -  odkazy na články relevantných dokumentov *</w:t>
                  </w:r>
                  <w:r w:rsidR="000822E1" w:rsidRPr="005E5D1C">
                    <w:rPr>
                      <w:b/>
                      <w:color w:val="000000"/>
                      <w:sz w:val="22"/>
                      <w:szCs w:val="22"/>
                    </w:rPr>
                    <w:t>*</w:t>
                  </w: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)</w:t>
                  </w:r>
                </w:p>
              </w:tc>
            </w:tr>
            <w:tr w:rsidR="00210C2B" w:rsidRPr="005E5D1C" w14:paraId="392D1209" w14:textId="77777777" w:rsidTr="00B27E77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E90B94" w14:textId="77777777" w:rsidR="00210C2B" w:rsidRPr="005E5D1C" w:rsidRDefault="00210C2B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6DF479" w14:textId="77777777" w:rsidR="00210C2B" w:rsidRPr="005E5D1C" w:rsidRDefault="00210C2B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Požiadavky na procesy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61489947" w14:textId="77777777" w:rsidR="00210C2B" w:rsidRPr="005E5D1C" w:rsidRDefault="00210C2B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10D8F802" w14:textId="77777777" w:rsidTr="000A135E">
              <w:trPr>
                <w:trHeight w:val="45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19A390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A478F2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Preskúmanie požiadaviek, ponúk a zmlúv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3C0A725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4089DDCC" w14:textId="77777777" w:rsidTr="00EA2DE0">
              <w:trPr>
                <w:trHeight w:val="43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AF15BA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E178D4" w14:textId="77777777" w:rsidR="007C4215" w:rsidRPr="005E5D1C" w:rsidRDefault="007C4215" w:rsidP="007C4215">
                  <w:pPr>
                    <w:ind w:left="105"/>
                    <w:rPr>
                      <w:b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Výber, verifikácia a validácia metód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DE54B62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00262E1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0EA3DE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7.2.1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B13D70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sz w:val="22"/>
                      <w:szCs w:val="22"/>
                    </w:rPr>
                  </w:pPr>
                  <w:bookmarkStart w:id="1" w:name="_Toc503704016"/>
                  <w:bookmarkStart w:id="2" w:name="_Toc507074827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Výber a verifikácia metód</w:t>
                  </w:r>
                  <w:bookmarkEnd w:id="1"/>
                  <w:bookmarkEnd w:id="2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A8EB798" w14:textId="77777777" w:rsidR="007C4215" w:rsidRPr="005E5D1C" w:rsidRDefault="007C4215" w:rsidP="007C421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7C4215" w:rsidRPr="005E5D1C" w14:paraId="45ADE70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C3FDF4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7.2.2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F2574E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sz w:val="22"/>
                      <w:szCs w:val="22"/>
                    </w:rPr>
                  </w:pPr>
                  <w:bookmarkStart w:id="3" w:name="_Toc503704017"/>
                  <w:bookmarkStart w:id="4" w:name="_Toc507074828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Validácia metód</w:t>
                  </w:r>
                  <w:bookmarkEnd w:id="3"/>
                  <w:bookmarkEnd w:id="4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C0C0F26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C0C952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855A5A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E801DF" w14:textId="77777777" w:rsidR="007C4215" w:rsidRPr="005E5D1C" w:rsidRDefault="007C4215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color w:val="000000"/>
                      <w:sz w:val="22"/>
                      <w:szCs w:val="22"/>
                    </w:rPr>
                  </w:pPr>
                  <w:bookmarkStart w:id="5" w:name="_Toc507074829"/>
                  <w:r w:rsidRPr="005E5D1C">
                    <w:rPr>
                      <w:rFonts w:ascii="Times New Roman" w:hAnsi="Times New Roman"/>
                      <w:bCs w:val="0"/>
                      <w:color w:val="000000"/>
                      <w:sz w:val="22"/>
                      <w:szCs w:val="22"/>
                    </w:rPr>
                    <w:t>Odber vzoriek</w:t>
                  </w:r>
                  <w:bookmarkEnd w:id="5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09C6CF4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05A7C9C6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C38C3C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E785C8" w14:textId="77777777" w:rsidR="007C4215" w:rsidRPr="005E5D1C" w:rsidRDefault="007C4215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</w:rPr>
                    <w:t>Zaobchádzanie s predmetmi skúšania alebo kalibrácie</w:t>
                  </w:r>
                  <w:r w:rsidRPr="005E5D1C">
                    <w:rPr>
                      <w:rFonts w:ascii="Times New Roman" w:hAnsi="Times New Roman"/>
                      <w:bCs w:val="0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6041509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637BA4A2" w14:textId="77777777" w:rsidTr="00EA2DE0">
              <w:trPr>
                <w:trHeight w:val="306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F459B2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lastRenderedPageBreak/>
                    <w:t>7.5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21ADF3" w14:textId="77777777" w:rsidR="007C4215" w:rsidRPr="005E5D1C" w:rsidRDefault="007C4215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color w:val="000000"/>
                      <w:sz w:val="22"/>
                      <w:szCs w:val="22"/>
                    </w:rPr>
                  </w:pPr>
                  <w:bookmarkStart w:id="6" w:name="_Toc503704020"/>
                  <w:bookmarkStart w:id="7" w:name="_Toc507074831"/>
                  <w:r w:rsidRPr="005E5D1C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</w:rPr>
                    <w:t>Technické záznamy</w:t>
                  </w:r>
                  <w:bookmarkEnd w:id="6"/>
                  <w:bookmarkEnd w:id="7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C1B042A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1A833A24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67D1EA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ECC989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Hodnotenie neistoty merania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CFC6A35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B960EE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5A241C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282662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Zabezpečenie platnosti výsledkov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75539C5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379CF8E" w14:textId="77777777" w:rsidTr="00EA2DE0">
              <w:trPr>
                <w:trHeight w:val="30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C7D4E5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7.8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3F2895" w14:textId="77777777" w:rsidR="007C4215" w:rsidRPr="005E5D1C" w:rsidRDefault="007C4215" w:rsidP="00243F5F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</w:rPr>
                    <w:t>Oznamovanie výsledkov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104E2B3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5DF16686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1C7552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7.8.1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CD92A6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</w:pPr>
                  <w:bookmarkStart w:id="8" w:name="_Toc503704024"/>
                  <w:bookmarkStart w:id="9" w:name="_Toc507074835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Všeobecne</w:t>
                  </w:r>
                  <w:bookmarkEnd w:id="8"/>
                  <w:bookmarkEnd w:id="9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</w:tcPr>
                <w:p w14:paraId="0A7FA534" w14:textId="77777777" w:rsidR="007C4215" w:rsidRPr="005E5D1C" w:rsidRDefault="007C4215" w:rsidP="007C421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7C4215" w:rsidRPr="005E5D1C" w14:paraId="52DBC70C" w14:textId="77777777" w:rsidTr="00EA2DE0">
              <w:trPr>
                <w:trHeight w:val="844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F70A15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7.8.2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4A9494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</w:pPr>
                  <w:bookmarkStart w:id="10" w:name="_Toc503704025"/>
                  <w:bookmarkStart w:id="11" w:name="_Toc507074836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Spoločné požiadavky na správy (o skúškach, kalibráciách alebo o odbere vzoriek)</w:t>
                  </w:r>
                  <w:bookmarkEnd w:id="10"/>
                  <w:bookmarkEnd w:id="11"/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832E082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28433157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6FFFE2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7.8.3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B869D9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</w:pPr>
                  <w:bookmarkStart w:id="12" w:name="_Toc503704026"/>
                  <w:bookmarkStart w:id="13" w:name="_Toc507074837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Špecifické požiadavky na protokoly o skúškach</w:t>
                  </w:r>
                  <w:bookmarkEnd w:id="12"/>
                  <w:bookmarkEnd w:id="13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8C1A77D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0F0E188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C8A2A9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7.8.4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14EEE3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</w:pPr>
                  <w:bookmarkStart w:id="14" w:name="_Toc503704027"/>
                  <w:bookmarkStart w:id="15" w:name="_Toc507074838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 xml:space="preserve">Špecifické požiadavky na kalibračné </w:t>
                  </w:r>
                  <w:bookmarkEnd w:id="14"/>
                  <w:bookmarkEnd w:id="15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certifikáty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E1D2481" w14:textId="77777777" w:rsidR="007C4215" w:rsidRPr="005E5D1C" w:rsidRDefault="007C4215" w:rsidP="007C421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7C4215" w:rsidRPr="005E5D1C" w14:paraId="24958AFC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CF6DE0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7.8.5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B6EFC1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</w:pPr>
                  <w:bookmarkStart w:id="16" w:name="_Toc503704028"/>
                  <w:bookmarkStart w:id="17" w:name="_Toc507074839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Protokoly o odbere vzoriek – špecifické požiadavky.</w:t>
                  </w:r>
                  <w:bookmarkEnd w:id="16"/>
                  <w:bookmarkEnd w:id="17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F18C6F5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607E5F0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01A144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7.8.6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947EA1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Oznamovanie vyhlásení o súlade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8CAA090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0A06E27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10312F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7.8.7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3BC744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</w:pPr>
                  <w:bookmarkStart w:id="18" w:name="_Toc503704029"/>
                  <w:bookmarkStart w:id="19" w:name="_Toc507074840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Oznamovanie názorov a interpretácií</w:t>
                  </w:r>
                  <w:bookmarkEnd w:id="18"/>
                  <w:bookmarkEnd w:id="19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B586AD2" w14:textId="77777777" w:rsidR="007C4215" w:rsidRPr="005E5D1C" w:rsidRDefault="007C4215" w:rsidP="007C421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7C4215" w:rsidRPr="005E5D1C" w14:paraId="347A1499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29CF1C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7.8.8.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FB38A4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</w:pPr>
                  <w:bookmarkStart w:id="20" w:name="_Toc503704030"/>
                  <w:bookmarkStart w:id="21" w:name="_Toc507074841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Dodatky k správ</w:t>
                  </w:r>
                  <w:bookmarkEnd w:id="20"/>
                  <w:bookmarkEnd w:id="21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am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3B8D2C2" w14:textId="77777777" w:rsidR="007C4215" w:rsidRPr="005E5D1C" w:rsidRDefault="007C4215" w:rsidP="007C421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7C4215" w:rsidRPr="005E5D1C" w14:paraId="07DAA9C8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750D4B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7.9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8BDCAD" w14:textId="77777777" w:rsidR="007C4215" w:rsidRPr="005E5D1C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</w:rPr>
                  </w:pPr>
                  <w:bookmarkStart w:id="22" w:name="_Toc503704031"/>
                  <w:bookmarkStart w:id="23" w:name="_Toc507074842"/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Sťažnosti</w:t>
                  </w:r>
                  <w:bookmarkEnd w:id="22"/>
                  <w:bookmarkEnd w:id="23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B9D97F1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6A985457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B01E18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7.10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7F60A7" w14:textId="77777777" w:rsidR="007C4215" w:rsidRPr="005E5D1C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</w:rPr>
                  </w:pPr>
                  <w:bookmarkStart w:id="24" w:name="_Toc503704032"/>
                  <w:bookmarkStart w:id="25" w:name="_Toc507074843"/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Nezhodná práca</w:t>
                  </w:r>
                  <w:bookmarkEnd w:id="24"/>
                  <w:bookmarkEnd w:id="25"/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EABA9A8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2F6790D0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E88FCA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7.11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E13C69" w14:textId="77777777" w:rsidR="007C4215" w:rsidRPr="005E5D1C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</w:rPr>
                  </w:pPr>
                  <w:bookmarkStart w:id="26" w:name="_Toc507074844"/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Riadenie údajov a manažérstvo informácií</w:t>
                  </w:r>
                  <w:bookmarkEnd w:id="26"/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</w:tcPr>
                <w:p w14:paraId="6FD73DB7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4E40DCFD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2B54CE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612320" w14:textId="77777777" w:rsidR="007C4215" w:rsidRPr="005E5D1C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</w:tcPr>
                <w:p w14:paraId="498D569F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10C2B" w:rsidRPr="005E5D1C" w14:paraId="45DB908C" w14:textId="77777777" w:rsidTr="00330379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6ABDD6" w14:textId="77777777" w:rsidR="00210C2B" w:rsidRPr="005E5D1C" w:rsidRDefault="00210C2B" w:rsidP="00AE668A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01921B" w14:textId="77777777" w:rsidR="00210C2B" w:rsidRPr="005E5D1C" w:rsidRDefault="00210C2B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7A4F0E11" w14:textId="77777777" w:rsidR="00210C2B" w:rsidRPr="005E5D1C" w:rsidRDefault="00400AF6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Popis plnenia požiadavky -  odkazy na články relevantných dokumentov *</w:t>
                  </w:r>
                  <w:r w:rsidR="000822E1" w:rsidRPr="005E5D1C">
                    <w:rPr>
                      <w:b/>
                      <w:color w:val="000000"/>
                      <w:sz w:val="22"/>
                      <w:szCs w:val="22"/>
                    </w:rPr>
                    <w:t>*</w:t>
                  </w: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)</w:t>
                  </w:r>
                </w:p>
              </w:tc>
            </w:tr>
            <w:tr w:rsidR="00210C2B" w:rsidRPr="005E5D1C" w14:paraId="755CFD45" w14:textId="77777777" w:rsidTr="00330379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4513C5" w14:textId="77777777" w:rsidR="00210C2B" w:rsidRPr="005E5D1C" w:rsidRDefault="00210C2B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1415ED" w14:textId="77777777" w:rsidR="00210C2B" w:rsidRPr="005E5D1C" w:rsidRDefault="00210C2B" w:rsidP="007C4215">
                  <w:pPr>
                    <w:ind w:left="105" w:right="35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Požiadavky na systém manažérstva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099A0921" w14:textId="77777777" w:rsidR="00210C2B" w:rsidRPr="005E5D1C" w:rsidRDefault="00210C2B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3DF2E5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6D2872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B551F0" w14:textId="77777777" w:rsidR="007C4215" w:rsidRPr="005E5D1C" w:rsidRDefault="007C4215" w:rsidP="007C4215">
                  <w:pPr>
                    <w:ind w:left="105" w:right="35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Možnosti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8154AB0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4A64849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0252E4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rFonts w:eastAsia="Arial"/>
                      <w:b/>
                      <w:color w:val="000000"/>
                      <w:sz w:val="22"/>
                      <w:szCs w:val="22"/>
                    </w:rPr>
                    <w:t>8.1.1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32DC27" w14:textId="77777777" w:rsidR="007C4215" w:rsidRPr="005E5D1C" w:rsidRDefault="007C4215" w:rsidP="007C4215">
                  <w:pPr>
                    <w:ind w:left="105" w:right="35"/>
                    <w:rPr>
                      <w:b/>
                      <w:i/>
                      <w:iCs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iCs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234B083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6B63F17C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40012F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rFonts w:eastAsia="Arial"/>
                      <w:b/>
                      <w:color w:val="000000"/>
                      <w:sz w:val="22"/>
                      <w:szCs w:val="22"/>
                    </w:rPr>
                    <w:t>8.1.2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7A1780" w14:textId="77777777" w:rsidR="007C4215" w:rsidRPr="005E5D1C" w:rsidRDefault="007C4215" w:rsidP="007C4215">
                  <w:pPr>
                    <w:ind w:left="105" w:right="35"/>
                    <w:rPr>
                      <w:b/>
                      <w:i/>
                      <w:iCs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iCs/>
                      <w:sz w:val="22"/>
                      <w:szCs w:val="22"/>
                    </w:rPr>
                    <w:t>Možnosť A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5E488E1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3927453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340267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rFonts w:eastAsia="Arial"/>
                      <w:b/>
                      <w:color w:val="000000"/>
                      <w:sz w:val="22"/>
                      <w:szCs w:val="22"/>
                    </w:rPr>
                    <w:t>8.1.3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4D1A0A" w14:textId="77777777" w:rsidR="007C4215" w:rsidRPr="005E5D1C" w:rsidRDefault="007C4215" w:rsidP="007C4215">
                  <w:pPr>
                    <w:ind w:left="105" w:right="35"/>
                    <w:rPr>
                      <w:b/>
                      <w:i/>
                      <w:iCs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iCs/>
                      <w:sz w:val="22"/>
                      <w:szCs w:val="22"/>
                    </w:rPr>
                    <w:t>Možnosť B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AECA568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6898D57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85836C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0F9609" w14:textId="77777777" w:rsidR="007C4215" w:rsidRPr="005E5D1C" w:rsidRDefault="007C4215" w:rsidP="007C4215">
                  <w:pPr>
                    <w:ind w:left="105" w:right="35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Dokumentovanie systému manažérstva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DFB9BE7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CB7D59A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4138E0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2FC7A3" w14:textId="77777777" w:rsidR="007C4215" w:rsidRPr="005E5D1C" w:rsidRDefault="007C4215" w:rsidP="007C4215">
                  <w:pPr>
                    <w:ind w:left="105" w:right="35"/>
                    <w:rPr>
                      <w:b/>
                      <w:sz w:val="22"/>
                      <w:szCs w:val="22"/>
                    </w:rPr>
                  </w:pPr>
                  <w:bookmarkStart w:id="27" w:name="_Toc503704036"/>
                  <w:bookmarkStart w:id="28" w:name="_Toc507074848"/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Riadenie dokumentov systému manažérstva (možnosť A)</w:t>
                  </w:r>
                  <w:bookmarkEnd w:id="27"/>
                  <w:bookmarkEnd w:id="28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B0A7F06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15BB7BA0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8A7FA3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4F7272" w14:textId="77777777" w:rsidR="007C4215" w:rsidRPr="005E5D1C" w:rsidRDefault="007C4215" w:rsidP="007C4215">
                  <w:pPr>
                    <w:ind w:left="105" w:right="35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Riadenie záznamov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9E65E45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0266251E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8254A8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F69F54" w14:textId="77777777" w:rsidR="007C4215" w:rsidRPr="005E5D1C" w:rsidRDefault="007C4215" w:rsidP="007C4215">
                  <w:pPr>
                    <w:ind w:left="105" w:right="35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Opatrenia na zvládanie rizík a príležitostí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E4B1B60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692A2A7C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AAB150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61137E" w14:textId="77777777" w:rsidR="007C4215" w:rsidRPr="005E5D1C" w:rsidRDefault="007C4215" w:rsidP="007C4215">
                  <w:pPr>
                    <w:ind w:left="105" w:right="35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Zlepšovanie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535B9EB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5B60144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ACC725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607FBA" w14:textId="77777777" w:rsidR="007C4215" w:rsidRPr="005E5D1C" w:rsidRDefault="007C4215" w:rsidP="007C4215">
                  <w:pPr>
                    <w:ind w:left="105" w:right="35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Nápravné opatrenia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D10DFA2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9605B2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F5E99E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8.8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100A5E" w14:textId="77777777" w:rsidR="007C4215" w:rsidRPr="005E5D1C" w:rsidRDefault="007C4215" w:rsidP="007C4215">
                  <w:pPr>
                    <w:ind w:left="105" w:right="35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Interné audity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A6AAC49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4066AFDA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972525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8.9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78B4B6" w14:textId="77777777" w:rsidR="007C4215" w:rsidRPr="005E5D1C" w:rsidRDefault="007C4215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Preskúmania systému manažérstva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EB993C4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3E751C61" w14:textId="77777777" w:rsidR="0078141E" w:rsidRPr="0078141E" w:rsidRDefault="0078141E" w:rsidP="007E7788"/>
        </w:tc>
        <w:tc>
          <w:tcPr>
            <w:tcW w:w="20" w:type="dxa"/>
          </w:tcPr>
          <w:p w14:paraId="2DCE9B71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</w:tr>
    </w:tbl>
    <w:p w14:paraId="03F2E78A" w14:textId="77777777" w:rsidR="00400AF6" w:rsidRPr="00F5502A" w:rsidRDefault="000822E1" w:rsidP="00400AF6">
      <w:pPr>
        <w:pStyle w:val="Hlavika"/>
        <w:keepLines/>
        <w:tabs>
          <w:tab w:val="clear" w:pos="4536"/>
          <w:tab w:val="clear" w:pos="9072"/>
        </w:tabs>
      </w:pPr>
      <w:r>
        <w:rPr>
          <w:b/>
          <w:color w:val="000000"/>
        </w:rPr>
        <w:lastRenderedPageBreak/>
        <w:t>*</w:t>
      </w:r>
      <w:r w:rsidR="00400AF6">
        <w:rPr>
          <w:b/>
          <w:color w:val="000000"/>
        </w:rPr>
        <w:t>*) Všetky dokumenty, na ktoré sa odvolávate vložte do AIS.</w:t>
      </w:r>
      <w:r w:rsidR="00400AF6" w:rsidRPr="00F5502A">
        <w:t xml:space="preserve"> </w:t>
      </w:r>
    </w:p>
    <w:p w14:paraId="18A95873" w14:textId="77777777" w:rsidR="0078141E" w:rsidRDefault="0078141E" w:rsidP="0078141E"/>
    <w:p w14:paraId="33B2F9E9" w14:textId="77777777" w:rsidR="0078141E" w:rsidRDefault="0078141E" w:rsidP="0078141E"/>
    <w:p w14:paraId="742A3A15" w14:textId="77777777" w:rsidR="003F52AC" w:rsidRPr="0024047A" w:rsidRDefault="003F52AC">
      <w:r w:rsidRPr="0024047A">
        <w:t>Vyhlasujem, že údaje, uvedené v prílohe OA 2-2. časť, sú pravdivé a správne.</w:t>
      </w:r>
    </w:p>
    <w:p w14:paraId="13031AB0" w14:textId="77777777" w:rsidR="00AE668A" w:rsidRDefault="00AE668A">
      <w:pPr>
        <w:sectPr w:rsidR="00AE668A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79238A81" w14:textId="77777777" w:rsidR="003F52AC" w:rsidRPr="0024047A" w:rsidRDefault="003F52AC"/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859"/>
        <w:gridCol w:w="2548"/>
        <w:gridCol w:w="73"/>
        <w:gridCol w:w="3402"/>
      </w:tblGrid>
      <w:tr w:rsidR="00210C2B" w:rsidRPr="0024047A" w14:paraId="6FFC49C2" w14:textId="77777777" w:rsidTr="000822E1">
        <w:trPr>
          <w:cantSplit/>
          <w:trHeight w:val="454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63857C62" w14:textId="77777777" w:rsidR="00210C2B" w:rsidRPr="001874D4" w:rsidRDefault="00210C2B" w:rsidP="00210C2B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1874D4">
              <w:t>Dátum: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301AFD2" w14:textId="77777777"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14:paraId="42C2B433" w14:textId="77777777" w:rsidR="00210C2B" w:rsidRPr="0024047A" w:rsidRDefault="00210C2B" w:rsidP="00210C2B">
            <w:r w:rsidRPr="0024047A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14:paraId="4287E91C" w14:textId="77777777" w:rsidR="00210C2B" w:rsidRPr="004D6015" w:rsidRDefault="00210C2B" w:rsidP="00210C2B">
            <w:pPr>
              <w:spacing w:before="90"/>
              <w:ind w:left="-70"/>
              <w:rPr>
                <w:strike/>
              </w:rPr>
            </w:pPr>
            <w:r w:rsidRPr="0024047A">
              <w:t>Meno a priezvisko: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6B62E" w14:textId="77777777"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14:paraId="6387E8D6" w14:textId="77777777" w:rsidR="00210C2B" w:rsidRPr="0024047A" w:rsidRDefault="00210C2B" w:rsidP="00210C2B">
            <w:r w:rsidRPr="0024047A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  <w:tr w:rsidR="00210C2B" w:rsidRPr="0024047A" w14:paraId="41A13759" w14:textId="77777777" w:rsidTr="000822E1">
        <w:trPr>
          <w:gridBefore w:val="2"/>
          <w:wBefore w:w="3758" w:type="dxa"/>
          <w:cantSplit/>
          <w:trHeight w:val="454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68685" w14:textId="77777777" w:rsidR="00210C2B" w:rsidRPr="0024047A" w:rsidRDefault="00210C2B" w:rsidP="00210C2B">
            <w:pPr>
              <w:spacing w:before="90"/>
              <w:ind w:left="-70"/>
            </w:pPr>
            <w:r w:rsidRPr="0024047A">
              <w:t>Funkcia: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B837DA6" w14:textId="77777777" w:rsidR="00210C2B" w:rsidRPr="0024047A" w:rsidRDefault="00210C2B" w:rsidP="00EA2DE0">
            <w:pPr>
              <w:framePr w:hSpace="141" w:wrap="around" w:vAnchor="text" w:hAnchor="text" w:x="40" w:y="1"/>
              <w:ind w:left="-814" w:firstLine="709"/>
              <w:rPr>
                <w:sz w:val="8"/>
              </w:rPr>
            </w:pPr>
          </w:p>
          <w:p w14:paraId="5E782145" w14:textId="77777777" w:rsidR="00210C2B" w:rsidRPr="0024047A" w:rsidRDefault="00210C2B" w:rsidP="000822E1">
            <w:pPr>
              <w:ind w:left="-814" w:firstLine="744"/>
            </w:pPr>
            <w:r w:rsidRPr="0024047A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</w:tbl>
    <w:p w14:paraId="60D51EA8" w14:textId="77777777" w:rsidR="003F52AC" w:rsidRPr="003D3E28" w:rsidRDefault="003F52AC" w:rsidP="006624EC">
      <w:pPr>
        <w:rPr>
          <w:sz w:val="2"/>
        </w:rPr>
      </w:pPr>
    </w:p>
    <w:sectPr w:rsidR="003F52AC" w:rsidRPr="003D3E28" w:rsidSect="00396DDC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EB077" w14:textId="77777777" w:rsidR="009876A3" w:rsidRDefault="009876A3">
      <w:r>
        <w:separator/>
      </w:r>
    </w:p>
  </w:endnote>
  <w:endnote w:type="continuationSeparator" w:id="0">
    <w:p w14:paraId="7B1B19C3" w14:textId="77777777" w:rsidR="009876A3" w:rsidRDefault="0098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1A614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/OA2</w:t>
    </w:r>
    <w:r w:rsidR="000F4DB1">
      <w:rPr>
        <w:b/>
      </w:rPr>
      <w:t>/2</w:t>
    </w:r>
    <w:r w:rsidRPr="00997854">
      <w:rPr>
        <w:b/>
      </w:rPr>
      <w:t xml:space="preserve"> </w:t>
    </w:r>
  </w:p>
  <w:p w14:paraId="05CD0DB5" w14:textId="77777777" w:rsidR="003F52AC" w:rsidRPr="00802868" w:rsidRDefault="003F52AC" w:rsidP="00F13B7B">
    <w:pPr>
      <w:pStyle w:val="Pta"/>
      <w:tabs>
        <w:tab w:val="clear" w:pos="4153"/>
        <w:tab w:val="clear" w:pos="8306"/>
        <w:tab w:val="right" w:pos="10490"/>
      </w:tabs>
      <w:rPr>
        <w:b/>
      </w:rPr>
    </w:pPr>
    <w:r>
      <w:t>Verzia</w:t>
    </w:r>
    <w:r w:rsidRPr="00A84D4B">
      <w:t>:</w:t>
    </w:r>
    <w:r>
      <w:rPr>
        <w:b/>
      </w:rPr>
      <w:t xml:space="preserve"> </w:t>
    </w:r>
    <w:r w:rsidR="0014154F">
      <w:rPr>
        <w:b/>
      </w:rPr>
      <w:t>29.11</w:t>
    </w:r>
    <w:r w:rsidR="007B5C68">
      <w:rPr>
        <w:b/>
      </w:rPr>
      <w:t>.</w:t>
    </w:r>
    <w:r w:rsidR="00210C2B">
      <w:rPr>
        <w:b/>
      </w:rPr>
      <w:t>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14154F">
      <w:rPr>
        <w:rStyle w:val="slostrany"/>
        <w:b/>
        <w:noProof/>
      </w:rPr>
      <w:t>3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14154F"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FE6A7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/OA2/2</w:t>
    </w:r>
  </w:p>
  <w:p w14:paraId="74F063B7" w14:textId="77777777" w:rsidR="003F52AC" w:rsidRDefault="003F52AC" w:rsidP="0024047A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A84D4B">
      <w:t>:</w:t>
    </w:r>
    <w:r>
      <w:rPr>
        <w:b/>
      </w:rPr>
      <w:t xml:space="preserve"> </w:t>
    </w:r>
    <w:r w:rsidR="0014154F">
      <w:rPr>
        <w:b/>
      </w:rPr>
      <w:t>29.11</w:t>
    </w:r>
    <w:r w:rsidR="007B5C68">
      <w:rPr>
        <w:b/>
      </w:rPr>
      <w:t>.1</w:t>
    </w:r>
    <w:r w:rsidR="0078141E">
      <w:rPr>
        <w:b/>
      </w:rPr>
      <w:t>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14154F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14154F"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7B52C" w14:textId="77777777" w:rsidR="009876A3" w:rsidRDefault="009876A3">
      <w:r>
        <w:separator/>
      </w:r>
    </w:p>
  </w:footnote>
  <w:footnote w:type="continuationSeparator" w:id="0">
    <w:p w14:paraId="32492F89" w14:textId="77777777" w:rsidR="009876A3" w:rsidRDefault="00987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DF724" w14:textId="77777777" w:rsidR="003F52AC" w:rsidRPr="00492E0E" w:rsidRDefault="003F52AC">
    <w:pPr>
      <w:pStyle w:val="Hlavika"/>
      <w:rPr>
        <w:b/>
      </w:rPr>
    </w:pPr>
    <w:r w:rsidRPr="00D67855">
      <w:rPr>
        <w:b/>
        <w:sz w:val="32"/>
      </w:rPr>
      <w:t>Príloha OA</w:t>
    </w:r>
    <w:r w:rsidR="00F61FD3">
      <w:rPr>
        <w:b/>
        <w:sz w:val="32"/>
      </w:rPr>
      <w:t xml:space="preserve"> </w:t>
    </w:r>
    <w:r>
      <w:rPr>
        <w:b/>
        <w:sz w:val="32"/>
      </w:rPr>
      <w:t>2</w:t>
    </w:r>
    <w:r w:rsidR="0078141E">
      <w:rPr>
        <w:b/>
        <w:sz w:val="32"/>
      </w:rPr>
      <w:t>- 2</w:t>
    </w:r>
    <w:r w:rsidR="00F61FD3">
      <w:rPr>
        <w:b/>
        <w:sz w:val="32"/>
      </w:rPr>
      <w:t>. časť</w:t>
    </w:r>
    <w:r>
      <w:rPr>
        <w:b/>
        <w:sz w:val="32"/>
      </w:rPr>
      <w:t>:</w:t>
    </w:r>
    <w:r w:rsidRPr="00D67855">
      <w:rPr>
        <w:b/>
        <w:sz w:val="32"/>
      </w:rPr>
      <w:t xml:space="preserve"> </w:t>
    </w:r>
    <w:r>
      <w:rPr>
        <w:b/>
        <w:sz w:val="32"/>
      </w:rPr>
      <w:t>Skúšobné laboratórium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 w15:restartNumberingAfterBreak="0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1322150061">
    <w:abstractNumId w:val="7"/>
  </w:num>
  <w:num w:numId="2" w16cid:durableId="1944729012">
    <w:abstractNumId w:val="10"/>
  </w:num>
  <w:num w:numId="3" w16cid:durableId="1476802802">
    <w:abstractNumId w:val="22"/>
  </w:num>
  <w:num w:numId="4" w16cid:durableId="879123047">
    <w:abstractNumId w:val="6"/>
  </w:num>
  <w:num w:numId="5" w16cid:durableId="458113201">
    <w:abstractNumId w:val="21"/>
  </w:num>
  <w:num w:numId="6" w16cid:durableId="1611665038">
    <w:abstractNumId w:val="5"/>
  </w:num>
  <w:num w:numId="7" w16cid:durableId="1686322788">
    <w:abstractNumId w:val="16"/>
  </w:num>
  <w:num w:numId="8" w16cid:durableId="1621061022">
    <w:abstractNumId w:val="12"/>
  </w:num>
  <w:num w:numId="9" w16cid:durableId="469446221">
    <w:abstractNumId w:val="20"/>
  </w:num>
  <w:num w:numId="10" w16cid:durableId="1863011887">
    <w:abstractNumId w:val="18"/>
  </w:num>
  <w:num w:numId="11" w16cid:durableId="325742822">
    <w:abstractNumId w:val="4"/>
  </w:num>
  <w:num w:numId="12" w16cid:durableId="209847326">
    <w:abstractNumId w:val="11"/>
  </w:num>
  <w:num w:numId="13" w16cid:durableId="20328794">
    <w:abstractNumId w:val="23"/>
  </w:num>
  <w:num w:numId="14" w16cid:durableId="1852530043">
    <w:abstractNumId w:val="0"/>
  </w:num>
  <w:num w:numId="15" w16cid:durableId="2099449182">
    <w:abstractNumId w:val="24"/>
  </w:num>
  <w:num w:numId="16" w16cid:durableId="572547154">
    <w:abstractNumId w:val="13"/>
  </w:num>
  <w:num w:numId="17" w16cid:durableId="1938521437">
    <w:abstractNumId w:val="18"/>
  </w:num>
  <w:num w:numId="18" w16cid:durableId="355235770">
    <w:abstractNumId w:val="18"/>
  </w:num>
  <w:num w:numId="19" w16cid:durableId="1860192052">
    <w:abstractNumId w:val="18"/>
  </w:num>
  <w:num w:numId="20" w16cid:durableId="1688753575">
    <w:abstractNumId w:val="8"/>
  </w:num>
  <w:num w:numId="21" w16cid:durableId="911352190">
    <w:abstractNumId w:val="9"/>
  </w:num>
  <w:num w:numId="22" w16cid:durableId="634456408">
    <w:abstractNumId w:val="25"/>
  </w:num>
  <w:num w:numId="23" w16cid:durableId="499852211">
    <w:abstractNumId w:val="18"/>
  </w:num>
  <w:num w:numId="24" w16cid:durableId="1826315919">
    <w:abstractNumId w:val="15"/>
  </w:num>
  <w:num w:numId="25" w16cid:durableId="1072585264">
    <w:abstractNumId w:val="3"/>
  </w:num>
  <w:num w:numId="26" w16cid:durableId="874999122">
    <w:abstractNumId w:val="17"/>
  </w:num>
  <w:num w:numId="27" w16cid:durableId="213737899">
    <w:abstractNumId w:val="1"/>
  </w:num>
  <w:num w:numId="28" w16cid:durableId="944460294">
    <w:abstractNumId w:val="14"/>
  </w:num>
  <w:num w:numId="29" w16cid:durableId="1509058735">
    <w:abstractNumId w:val="2"/>
  </w:num>
  <w:num w:numId="30" w16cid:durableId="685208549">
    <w:abstractNumId w:val="19"/>
  </w:num>
  <w:num w:numId="31" w16cid:durableId="7542044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662608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O3ik3MBor68miLi4v99cKWANeg=" w:salt="q6a2nlQBHt3TWjKpEW3waA==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8"/>
    <w:rsid w:val="00002AA9"/>
    <w:rsid w:val="00007059"/>
    <w:rsid w:val="00040BE4"/>
    <w:rsid w:val="0005099D"/>
    <w:rsid w:val="000822E1"/>
    <w:rsid w:val="00097E67"/>
    <w:rsid w:val="000A135E"/>
    <w:rsid w:val="000B46C8"/>
    <w:rsid w:val="000C140C"/>
    <w:rsid w:val="000C5789"/>
    <w:rsid w:val="000F4DB1"/>
    <w:rsid w:val="000F79EA"/>
    <w:rsid w:val="001062F9"/>
    <w:rsid w:val="00117E54"/>
    <w:rsid w:val="00120DB4"/>
    <w:rsid w:val="00123B33"/>
    <w:rsid w:val="0014154F"/>
    <w:rsid w:val="00141BC7"/>
    <w:rsid w:val="001449C1"/>
    <w:rsid w:val="00146F8D"/>
    <w:rsid w:val="001820E8"/>
    <w:rsid w:val="00185555"/>
    <w:rsid w:val="001874D4"/>
    <w:rsid w:val="001A5A4F"/>
    <w:rsid w:val="001A7671"/>
    <w:rsid w:val="001B127A"/>
    <w:rsid w:val="001B7311"/>
    <w:rsid w:val="001B7C31"/>
    <w:rsid w:val="001C3027"/>
    <w:rsid w:val="001D2455"/>
    <w:rsid w:val="001D5FD0"/>
    <w:rsid w:val="001D79FD"/>
    <w:rsid w:val="001E21DB"/>
    <w:rsid w:val="001F0D3E"/>
    <w:rsid w:val="002065E0"/>
    <w:rsid w:val="00210C2B"/>
    <w:rsid w:val="00212BB2"/>
    <w:rsid w:val="002178AC"/>
    <w:rsid w:val="0024047A"/>
    <w:rsid w:val="00243F5F"/>
    <w:rsid w:val="00257AF7"/>
    <w:rsid w:val="00264747"/>
    <w:rsid w:val="00264BF9"/>
    <w:rsid w:val="002911E1"/>
    <w:rsid w:val="002B01D1"/>
    <w:rsid w:val="002D6884"/>
    <w:rsid w:val="002E465E"/>
    <w:rsid w:val="002F144B"/>
    <w:rsid w:val="002F3565"/>
    <w:rsid w:val="002F5980"/>
    <w:rsid w:val="00326F89"/>
    <w:rsid w:val="00331A1E"/>
    <w:rsid w:val="00335CED"/>
    <w:rsid w:val="00346ECE"/>
    <w:rsid w:val="003471AE"/>
    <w:rsid w:val="003616F2"/>
    <w:rsid w:val="00365ED7"/>
    <w:rsid w:val="003672F9"/>
    <w:rsid w:val="003677A4"/>
    <w:rsid w:val="00370490"/>
    <w:rsid w:val="00370732"/>
    <w:rsid w:val="00396DDC"/>
    <w:rsid w:val="003D3E28"/>
    <w:rsid w:val="003F52AC"/>
    <w:rsid w:val="00400AF6"/>
    <w:rsid w:val="004057AD"/>
    <w:rsid w:val="0041226F"/>
    <w:rsid w:val="00414BA3"/>
    <w:rsid w:val="00414C48"/>
    <w:rsid w:val="00421FC9"/>
    <w:rsid w:val="00424476"/>
    <w:rsid w:val="00457F81"/>
    <w:rsid w:val="00460420"/>
    <w:rsid w:val="00462C2B"/>
    <w:rsid w:val="00465EAB"/>
    <w:rsid w:val="00467696"/>
    <w:rsid w:val="00470B5F"/>
    <w:rsid w:val="00473F60"/>
    <w:rsid w:val="004815CD"/>
    <w:rsid w:val="004908F5"/>
    <w:rsid w:val="00492376"/>
    <w:rsid w:val="00492E0E"/>
    <w:rsid w:val="00493712"/>
    <w:rsid w:val="004A638F"/>
    <w:rsid w:val="004B6F30"/>
    <w:rsid w:val="004D6015"/>
    <w:rsid w:val="004E0032"/>
    <w:rsid w:val="004E293A"/>
    <w:rsid w:val="004E4D7D"/>
    <w:rsid w:val="005014EE"/>
    <w:rsid w:val="005028FC"/>
    <w:rsid w:val="005443ED"/>
    <w:rsid w:val="0054458A"/>
    <w:rsid w:val="005465BA"/>
    <w:rsid w:val="005478E6"/>
    <w:rsid w:val="0056182B"/>
    <w:rsid w:val="005949F4"/>
    <w:rsid w:val="005A6CB2"/>
    <w:rsid w:val="005C36DC"/>
    <w:rsid w:val="005D0EC4"/>
    <w:rsid w:val="005D24F2"/>
    <w:rsid w:val="005E2E4B"/>
    <w:rsid w:val="005E4DAC"/>
    <w:rsid w:val="005E5D1C"/>
    <w:rsid w:val="00632C1E"/>
    <w:rsid w:val="00651F67"/>
    <w:rsid w:val="006533EE"/>
    <w:rsid w:val="0065582B"/>
    <w:rsid w:val="0065724A"/>
    <w:rsid w:val="006624EC"/>
    <w:rsid w:val="00692821"/>
    <w:rsid w:val="006A041C"/>
    <w:rsid w:val="006B5C68"/>
    <w:rsid w:val="006C345E"/>
    <w:rsid w:val="006C672E"/>
    <w:rsid w:val="006D149D"/>
    <w:rsid w:val="006D3999"/>
    <w:rsid w:val="006D6544"/>
    <w:rsid w:val="006F4FF9"/>
    <w:rsid w:val="00701D40"/>
    <w:rsid w:val="00710B1E"/>
    <w:rsid w:val="00710F97"/>
    <w:rsid w:val="00713232"/>
    <w:rsid w:val="00724451"/>
    <w:rsid w:val="0072668E"/>
    <w:rsid w:val="00736B45"/>
    <w:rsid w:val="0073735A"/>
    <w:rsid w:val="00754ED3"/>
    <w:rsid w:val="00754F13"/>
    <w:rsid w:val="00772487"/>
    <w:rsid w:val="00772EF7"/>
    <w:rsid w:val="007746CD"/>
    <w:rsid w:val="00777BA9"/>
    <w:rsid w:val="0078141E"/>
    <w:rsid w:val="007821A5"/>
    <w:rsid w:val="0078574F"/>
    <w:rsid w:val="00796303"/>
    <w:rsid w:val="007A7BC3"/>
    <w:rsid w:val="007B07FE"/>
    <w:rsid w:val="007B3D97"/>
    <w:rsid w:val="007B5C68"/>
    <w:rsid w:val="007B634A"/>
    <w:rsid w:val="007C4215"/>
    <w:rsid w:val="007E713A"/>
    <w:rsid w:val="007F79BD"/>
    <w:rsid w:val="00802868"/>
    <w:rsid w:val="008050E4"/>
    <w:rsid w:val="00807704"/>
    <w:rsid w:val="00813DEB"/>
    <w:rsid w:val="0082112E"/>
    <w:rsid w:val="00825108"/>
    <w:rsid w:val="00825698"/>
    <w:rsid w:val="00832D41"/>
    <w:rsid w:val="008479D4"/>
    <w:rsid w:val="00854D14"/>
    <w:rsid w:val="008557F3"/>
    <w:rsid w:val="00860F35"/>
    <w:rsid w:val="00863E8C"/>
    <w:rsid w:val="008922D6"/>
    <w:rsid w:val="00895A20"/>
    <w:rsid w:val="008976D8"/>
    <w:rsid w:val="008B2C1D"/>
    <w:rsid w:val="008B68BA"/>
    <w:rsid w:val="008B6CE6"/>
    <w:rsid w:val="008C08C0"/>
    <w:rsid w:val="009008F4"/>
    <w:rsid w:val="00917E98"/>
    <w:rsid w:val="00922183"/>
    <w:rsid w:val="009552CA"/>
    <w:rsid w:val="0096764E"/>
    <w:rsid w:val="009876A3"/>
    <w:rsid w:val="00997854"/>
    <w:rsid w:val="009B2118"/>
    <w:rsid w:val="009C153C"/>
    <w:rsid w:val="009C1843"/>
    <w:rsid w:val="009C7533"/>
    <w:rsid w:val="009E15F5"/>
    <w:rsid w:val="009E5CCA"/>
    <w:rsid w:val="00A00074"/>
    <w:rsid w:val="00A02DE1"/>
    <w:rsid w:val="00A47763"/>
    <w:rsid w:val="00A72660"/>
    <w:rsid w:val="00A74DA2"/>
    <w:rsid w:val="00A84D4B"/>
    <w:rsid w:val="00AA77AC"/>
    <w:rsid w:val="00AC6194"/>
    <w:rsid w:val="00AD1065"/>
    <w:rsid w:val="00AD1F3B"/>
    <w:rsid w:val="00AD6754"/>
    <w:rsid w:val="00AE1A45"/>
    <w:rsid w:val="00AE668A"/>
    <w:rsid w:val="00AF7D1C"/>
    <w:rsid w:val="00B00A8D"/>
    <w:rsid w:val="00B01BF9"/>
    <w:rsid w:val="00B06F98"/>
    <w:rsid w:val="00B109BE"/>
    <w:rsid w:val="00B124DE"/>
    <w:rsid w:val="00B17C1E"/>
    <w:rsid w:val="00B30964"/>
    <w:rsid w:val="00B409AB"/>
    <w:rsid w:val="00B53B01"/>
    <w:rsid w:val="00B86103"/>
    <w:rsid w:val="00B9358D"/>
    <w:rsid w:val="00BA06FA"/>
    <w:rsid w:val="00BB1F23"/>
    <w:rsid w:val="00BE2C8E"/>
    <w:rsid w:val="00C14B8F"/>
    <w:rsid w:val="00C33FDF"/>
    <w:rsid w:val="00C35627"/>
    <w:rsid w:val="00C4374D"/>
    <w:rsid w:val="00C564DE"/>
    <w:rsid w:val="00C721E4"/>
    <w:rsid w:val="00C94235"/>
    <w:rsid w:val="00CA720F"/>
    <w:rsid w:val="00CB18B3"/>
    <w:rsid w:val="00CB734E"/>
    <w:rsid w:val="00CC0581"/>
    <w:rsid w:val="00CE7A53"/>
    <w:rsid w:val="00CF4D2C"/>
    <w:rsid w:val="00CF6AA7"/>
    <w:rsid w:val="00D10648"/>
    <w:rsid w:val="00D42A04"/>
    <w:rsid w:val="00D4676B"/>
    <w:rsid w:val="00D471E6"/>
    <w:rsid w:val="00D67855"/>
    <w:rsid w:val="00D86C8A"/>
    <w:rsid w:val="00D91FBB"/>
    <w:rsid w:val="00DB2276"/>
    <w:rsid w:val="00DB312A"/>
    <w:rsid w:val="00DB7F9F"/>
    <w:rsid w:val="00DC257B"/>
    <w:rsid w:val="00E02D7B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60469"/>
    <w:rsid w:val="00E80379"/>
    <w:rsid w:val="00E80EF3"/>
    <w:rsid w:val="00E8267B"/>
    <w:rsid w:val="00E9689D"/>
    <w:rsid w:val="00EA2DE0"/>
    <w:rsid w:val="00EA6F8B"/>
    <w:rsid w:val="00EB7161"/>
    <w:rsid w:val="00ED1DB3"/>
    <w:rsid w:val="00EE1A44"/>
    <w:rsid w:val="00EF1687"/>
    <w:rsid w:val="00EF4FE2"/>
    <w:rsid w:val="00F13B7B"/>
    <w:rsid w:val="00F32CC4"/>
    <w:rsid w:val="00F32DD8"/>
    <w:rsid w:val="00F453FB"/>
    <w:rsid w:val="00F56529"/>
    <w:rsid w:val="00F61FD3"/>
    <w:rsid w:val="00F6356C"/>
    <w:rsid w:val="00F82FFD"/>
    <w:rsid w:val="00FA23BB"/>
    <w:rsid w:val="00FD22B2"/>
    <w:rsid w:val="00FD5265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68837A"/>
  <w15:docId w15:val="{235C45BF-564D-4461-B952-A4FA94BF3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TL05OA2_2_SL</Template>
  <TotalTime>0</TotalTime>
  <Pages>3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TL05OA2_2_SL</dc:title>
  <dc:subject>Skúšobné laboratórium</dc:subject>
  <dc:creator>Cucorova</dc:creator>
  <dc:description>Príloha k žiadosti o akreditáciu SNASver. 01.01.05, TL 05 SNAS</dc:description>
  <cp:lastModifiedBy>Lukáš Warner</cp:lastModifiedBy>
  <cp:revision>2</cp:revision>
  <cp:lastPrinted>2013-10-31T14:14:00Z</cp:lastPrinted>
  <dcterms:created xsi:type="dcterms:W3CDTF">2025-01-02T15:19:00Z</dcterms:created>
  <dcterms:modified xsi:type="dcterms:W3CDTF">2025-01-02T15:19:00Z</dcterms:modified>
</cp:coreProperties>
</file>